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6512"/>
        <w:gridCol w:w="974"/>
        <w:gridCol w:w="1156"/>
        <w:gridCol w:w="1349"/>
      </w:tblGrid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974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1B55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7659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Α37-</w:t>
            </w:r>
            <w:r w:rsidR="0077659A" w:rsidRPr="0077659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Ο3.Ε01</w:t>
            </w:r>
            <w:r w:rsidR="000F12C9" w:rsidRPr="000F12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880918" w:rsidRPr="008809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77659A" w:rsidRPr="0077659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ΠΡΟΓΡΑΜΜΑ ΗΛΕΚΤΡΟΝΙΚΟΥ ΥΠΟΛΟΓΙΣΤΗ</w:t>
            </w:r>
          </w:p>
        </w:tc>
        <w:tc>
          <w:tcPr>
            <w:tcW w:w="974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880918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974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77659A" w:rsidRPr="00DF25B3" w:rsidTr="00880918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ΠΡΟΓΡΑΜΜΑ ΗΛΕΚΤΡΟΝΙΚΟΥ ΥΠΟΛΟΓΙΣΤΗ</w:t>
            </w:r>
          </w:p>
        </w:tc>
        <w:tc>
          <w:tcPr>
            <w:tcW w:w="974" w:type="dxa"/>
            <w:vAlign w:val="center"/>
          </w:tcPr>
          <w:p w:rsidR="0077659A" w:rsidRPr="00432CD9" w:rsidRDefault="0077659A" w:rsidP="0077659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</w:tr>
      <w:tr w:rsidR="0077659A" w:rsidRPr="00DF25B3" w:rsidTr="0088091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Όνομ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>: PHP Generator for MySQL</w:t>
            </w:r>
          </w:p>
        </w:tc>
        <w:tc>
          <w:tcPr>
            <w:tcW w:w="974" w:type="dxa"/>
            <w:vAlign w:val="center"/>
          </w:tcPr>
          <w:p w:rsidR="0077659A" w:rsidRPr="00432CD9" w:rsidRDefault="0077659A" w:rsidP="0077659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</w:tr>
      <w:tr w:rsidR="0077659A" w:rsidRPr="00DF25B3" w:rsidTr="00880918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Ετ</w:t>
            </w:r>
            <w:proofErr w:type="spellEnd"/>
            <w:r w:rsidRPr="00A8070F">
              <w:rPr>
                <w:lang w:val="en-GB"/>
              </w:rPr>
              <w:t>αιρία: SQL Maestro</w:t>
            </w:r>
          </w:p>
        </w:tc>
        <w:tc>
          <w:tcPr>
            <w:tcW w:w="974" w:type="dxa"/>
            <w:vAlign w:val="center"/>
          </w:tcPr>
          <w:p w:rsidR="0077659A" w:rsidRPr="00432CD9" w:rsidRDefault="0077659A" w:rsidP="0077659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</w:tr>
      <w:tr w:rsidR="0077659A" w:rsidRPr="00DF25B3" w:rsidTr="00880918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Έκδοση</w:t>
            </w:r>
            <w:proofErr w:type="spellEnd"/>
            <w:r w:rsidRPr="00A8070F">
              <w:rPr>
                <w:lang w:val="en-GB"/>
              </w:rPr>
              <w:t xml:space="preserve">: 22.0 ή </w:t>
            </w:r>
            <w:proofErr w:type="spellStart"/>
            <w:r w:rsidRPr="00A8070F">
              <w:rPr>
                <w:lang w:val="en-GB"/>
              </w:rPr>
              <w:t>νεότερη</w:t>
            </w:r>
            <w:proofErr w:type="spellEnd"/>
          </w:p>
        </w:tc>
        <w:tc>
          <w:tcPr>
            <w:tcW w:w="974" w:type="dxa"/>
            <w:vAlign w:val="center"/>
          </w:tcPr>
          <w:p w:rsidR="0077659A" w:rsidRPr="00432CD9" w:rsidRDefault="0077659A" w:rsidP="0077659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</w:tr>
      <w:tr w:rsidR="0077659A" w:rsidRPr="00DF25B3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Άδει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χρήσης</w:t>
            </w:r>
            <w:proofErr w:type="spellEnd"/>
            <w:r w:rsidRPr="00A8070F">
              <w:rPr>
                <w:lang w:val="en-US"/>
              </w:rPr>
              <w:t>: Single-User Non-</w:t>
            </w:r>
            <w:proofErr w:type="spellStart"/>
            <w:r w:rsidRPr="00A8070F">
              <w:rPr>
                <w:lang w:val="en-US"/>
              </w:rPr>
              <w:t>Commecial</w:t>
            </w:r>
            <w:proofErr w:type="spellEnd"/>
          </w:p>
        </w:tc>
        <w:tc>
          <w:tcPr>
            <w:tcW w:w="974" w:type="dxa"/>
            <w:vAlign w:val="center"/>
          </w:tcPr>
          <w:p w:rsidR="0077659A" w:rsidRPr="00432CD9" w:rsidRDefault="0077659A" w:rsidP="0077659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7659A" w:rsidRPr="00432CD9" w:rsidRDefault="0077659A" w:rsidP="0077659A">
            <w:r w:rsidRPr="00432CD9">
              <w:t xml:space="preserve"> </w:t>
            </w:r>
          </w:p>
        </w:tc>
      </w:tr>
      <w:tr w:rsidR="0077659A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</w:t>
            </w:r>
            <w:proofErr w:type="spellEnd"/>
            <w:r w:rsidRPr="00A8070F">
              <w:rPr>
                <w:lang w:val="en-GB"/>
              </w:rPr>
              <w:t xml:space="preserve">αβαθμίσεις: 3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9A" w:rsidRPr="005050A5" w:rsidRDefault="0077659A" w:rsidP="0077659A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59A" w:rsidRPr="005050A5" w:rsidRDefault="0077659A" w:rsidP="0077659A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59A" w:rsidRPr="005050A5" w:rsidRDefault="0077659A" w:rsidP="0077659A">
            <w:r w:rsidRPr="005050A5">
              <w:t> </w:t>
            </w:r>
          </w:p>
        </w:tc>
      </w:tr>
      <w:tr w:rsidR="0077659A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659A" w:rsidRPr="00A8070F" w:rsidRDefault="0077659A" w:rsidP="0077659A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7659A" w:rsidRPr="00A8070F" w:rsidRDefault="0077659A" w:rsidP="0077659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Γι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λειτουργικό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σύστημ</w:t>
            </w:r>
            <w:proofErr w:type="spellEnd"/>
            <w:r w:rsidRPr="00A8070F">
              <w:rPr>
                <w:lang w:val="en-GB"/>
              </w:rPr>
              <w:t>α: Windows 10 &amp; 11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659A" w:rsidRPr="005050A5" w:rsidRDefault="0077659A" w:rsidP="0077659A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59A" w:rsidRPr="005050A5" w:rsidRDefault="0077659A" w:rsidP="0077659A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659A" w:rsidRPr="005050A5" w:rsidRDefault="0077659A" w:rsidP="0077659A">
            <w:r w:rsidRPr="005050A5">
              <w:t> </w:t>
            </w:r>
          </w:p>
        </w:tc>
      </w:tr>
    </w:tbl>
    <w:p w:rsidR="008A245B" w:rsidRDefault="008A245B" w:rsidP="000F12C9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4ECF"/>
    <w:rsid w:val="000C5626"/>
    <w:rsid w:val="000F12C9"/>
    <w:rsid w:val="00122B0E"/>
    <w:rsid w:val="00124390"/>
    <w:rsid w:val="0015565B"/>
    <w:rsid w:val="00185D15"/>
    <w:rsid w:val="00185E48"/>
    <w:rsid w:val="001B55A6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452E4"/>
    <w:rsid w:val="005552FE"/>
    <w:rsid w:val="00576DB6"/>
    <w:rsid w:val="00591317"/>
    <w:rsid w:val="00592D2F"/>
    <w:rsid w:val="00593FA3"/>
    <w:rsid w:val="006C353C"/>
    <w:rsid w:val="006D1013"/>
    <w:rsid w:val="007420FC"/>
    <w:rsid w:val="0075164A"/>
    <w:rsid w:val="00753C81"/>
    <w:rsid w:val="0077659A"/>
    <w:rsid w:val="00795597"/>
    <w:rsid w:val="008040B9"/>
    <w:rsid w:val="00880918"/>
    <w:rsid w:val="008853AB"/>
    <w:rsid w:val="008A245B"/>
    <w:rsid w:val="009735EA"/>
    <w:rsid w:val="009745D3"/>
    <w:rsid w:val="009809F1"/>
    <w:rsid w:val="00997F72"/>
    <w:rsid w:val="009C2531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027"/>
    <w:rsid w:val="00B76988"/>
    <w:rsid w:val="00C4143F"/>
    <w:rsid w:val="00C63532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055D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62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2025-09-10T07:44:00Z</dcterms:created>
  <dcterms:modified xsi:type="dcterms:W3CDTF">2025-09-11T07:34:00Z</dcterms:modified>
</cp:coreProperties>
</file>